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14E" w:rsidRDefault="0040414E" w:rsidP="005D21F9">
      <w:pPr>
        <w:spacing w:after="0"/>
        <w:jc w:val="center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VISITA GUIDATA</w:t>
      </w:r>
      <w:r w:rsidR="00891777">
        <w:rPr>
          <w:sz w:val="40"/>
          <w:szCs w:val="40"/>
        </w:rPr>
        <w:t>/VIAGGIO DI ISTRUZIONE</w:t>
      </w:r>
    </w:p>
    <w:p w:rsidR="0040414E" w:rsidRDefault="0040414E" w:rsidP="005D21F9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scheda</w:t>
      </w:r>
      <w:proofErr w:type="gramEnd"/>
      <w:r>
        <w:rPr>
          <w:sz w:val="24"/>
          <w:szCs w:val="24"/>
        </w:rPr>
        <w:t xml:space="preserve"> da compilare in sede di consiglio di classe e restituire alla prof.ssa </w:t>
      </w:r>
      <w:r w:rsidR="0047173E">
        <w:rPr>
          <w:sz w:val="24"/>
          <w:szCs w:val="24"/>
        </w:rPr>
        <w:t>Bertolino</w:t>
      </w:r>
      <w:r>
        <w:rPr>
          <w:sz w:val="24"/>
          <w:szCs w:val="24"/>
        </w:rPr>
        <w:t>)</w:t>
      </w:r>
    </w:p>
    <w:p w:rsidR="0040414E" w:rsidRDefault="0040414E" w:rsidP="00AF3F32">
      <w:pPr>
        <w:jc w:val="both"/>
        <w:rPr>
          <w:sz w:val="28"/>
          <w:szCs w:val="28"/>
        </w:rPr>
      </w:pPr>
      <w:r>
        <w:rPr>
          <w:sz w:val="28"/>
          <w:szCs w:val="28"/>
        </w:rPr>
        <w:t>CLASSE ___   SEZ. ___</w:t>
      </w:r>
    </w:p>
    <w:p w:rsidR="0040414E" w:rsidRDefault="0040414E" w:rsidP="00AF3F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COORDINATORE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</w:t>
      </w:r>
    </w:p>
    <w:p w:rsidR="005D21F9" w:rsidRDefault="005D21F9" w:rsidP="00AF3F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REFERENTE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</w:t>
      </w:r>
    </w:p>
    <w:p w:rsidR="0040414E" w:rsidRDefault="0040414E" w:rsidP="005D21F9">
      <w:pPr>
        <w:jc w:val="both"/>
        <w:rPr>
          <w:sz w:val="28"/>
          <w:szCs w:val="28"/>
        </w:rPr>
      </w:pPr>
      <w:r>
        <w:rPr>
          <w:sz w:val="28"/>
          <w:szCs w:val="28"/>
        </w:rPr>
        <w:t>MATERIE COINVOLTE</w:t>
      </w:r>
      <w:r>
        <w:rPr>
          <w:sz w:val="28"/>
          <w:szCs w:val="28"/>
        </w:rPr>
        <w:tab/>
        <w:t>_______________________________________________</w:t>
      </w:r>
    </w:p>
    <w:p w:rsidR="0040414E" w:rsidRDefault="0040414E" w:rsidP="005D21F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0414E" w:rsidRDefault="0040414E" w:rsidP="00AF3F32">
      <w:pPr>
        <w:jc w:val="both"/>
        <w:rPr>
          <w:sz w:val="28"/>
          <w:szCs w:val="28"/>
        </w:rPr>
      </w:pPr>
      <w:r>
        <w:rPr>
          <w:sz w:val="28"/>
          <w:szCs w:val="28"/>
        </w:rPr>
        <w:t>FINALITA’ DIDATTICHE</w:t>
      </w:r>
    </w:p>
    <w:p w:rsidR="0040414E" w:rsidRDefault="0040414E" w:rsidP="005D21F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414E" w:rsidRDefault="0040414E" w:rsidP="00816863">
      <w:pPr>
        <w:jc w:val="both"/>
        <w:rPr>
          <w:sz w:val="28"/>
          <w:szCs w:val="28"/>
        </w:rPr>
      </w:pPr>
      <w:r>
        <w:rPr>
          <w:sz w:val="28"/>
          <w:szCs w:val="28"/>
        </w:rPr>
        <w:t>ATTIVITA’ PREVISTE</w:t>
      </w:r>
    </w:p>
    <w:p w:rsidR="0040414E" w:rsidRDefault="0040414E" w:rsidP="0089177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414E" w:rsidRPr="0083668E" w:rsidRDefault="0040414E" w:rsidP="0083668E">
      <w:pPr>
        <w:spacing w:after="0"/>
        <w:jc w:val="both"/>
      </w:pPr>
      <w:r>
        <w:rPr>
          <w:sz w:val="28"/>
          <w:szCs w:val="28"/>
        </w:rPr>
        <w:t xml:space="preserve">PROGRAMMAZIONE DIDATTICA </w:t>
      </w:r>
      <w:r w:rsidRPr="0083668E">
        <w:t>(specificare come l’attività proposta rientri nella programmazione della classe)</w:t>
      </w:r>
      <w:r>
        <w:t xml:space="preserve"> _____________________________________________________________________________</w:t>
      </w:r>
    </w:p>
    <w:p w:rsidR="005D21F9" w:rsidRDefault="0040414E" w:rsidP="005D21F9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21F9" w:rsidRDefault="005D21F9" w:rsidP="005D21F9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META PROPOSTA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___________________</w:t>
      </w:r>
    </w:p>
    <w:p w:rsidR="00891777" w:rsidRDefault="00891777" w:rsidP="005D21F9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EVENTUALI DOCENTI ACCOMPAGNATORI DISPONIBILI _____________________</w:t>
      </w:r>
    </w:p>
    <w:p w:rsidR="00164455" w:rsidRDefault="00164455" w:rsidP="005D21F9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0414E" w:rsidRDefault="0047173E" w:rsidP="00AF3F32">
      <w:pPr>
        <w:jc w:val="both"/>
        <w:rPr>
          <w:sz w:val="28"/>
          <w:szCs w:val="28"/>
        </w:rPr>
      </w:pPr>
      <w:r>
        <w:rPr>
          <w:sz w:val="28"/>
          <w:szCs w:val="28"/>
        </w:rPr>
        <w:t>Alcamo, lì 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Il C</w:t>
      </w:r>
      <w:r w:rsidR="0040414E">
        <w:rPr>
          <w:sz w:val="28"/>
          <w:szCs w:val="28"/>
        </w:rPr>
        <w:t>oordinatore</w:t>
      </w:r>
    </w:p>
    <w:p w:rsidR="0040414E" w:rsidRPr="00AF3F32" w:rsidRDefault="0040414E" w:rsidP="00AF3F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40414E" w:rsidRPr="00AF3F32" w:rsidSect="001C2B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F32"/>
    <w:rsid w:val="00164455"/>
    <w:rsid w:val="00165702"/>
    <w:rsid w:val="0018646C"/>
    <w:rsid w:val="001C2B19"/>
    <w:rsid w:val="003F631B"/>
    <w:rsid w:val="003F76D9"/>
    <w:rsid w:val="0040414E"/>
    <w:rsid w:val="0047173E"/>
    <w:rsid w:val="00496591"/>
    <w:rsid w:val="005D21F9"/>
    <w:rsid w:val="005E0936"/>
    <w:rsid w:val="007B747F"/>
    <w:rsid w:val="007D0CCE"/>
    <w:rsid w:val="00816863"/>
    <w:rsid w:val="0083668E"/>
    <w:rsid w:val="00891777"/>
    <w:rsid w:val="00923E91"/>
    <w:rsid w:val="009A0000"/>
    <w:rsid w:val="00AF3F32"/>
    <w:rsid w:val="00C15BAF"/>
    <w:rsid w:val="00C26080"/>
    <w:rsid w:val="00D5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2BCD09C-3568-47B3-87C4-D99DD62D1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2B19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1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177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E3F60E75</Template>
  <TotalTime>0</TotalTime>
  <Pages>1</Pages>
  <Words>64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Stellino</dc:creator>
  <cp:keywords/>
  <dc:description/>
  <cp:lastModifiedBy>Silvana Bonomo</cp:lastModifiedBy>
  <cp:revision>2</cp:revision>
  <cp:lastPrinted>2014-11-06T11:15:00Z</cp:lastPrinted>
  <dcterms:created xsi:type="dcterms:W3CDTF">2019-09-26T07:27:00Z</dcterms:created>
  <dcterms:modified xsi:type="dcterms:W3CDTF">2019-09-26T07:27:00Z</dcterms:modified>
</cp:coreProperties>
</file>